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6D55F645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</w:t>
      </w:r>
      <w:r w:rsidR="004A20E8">
        <w:rPr>
          <w:rFonts w:ascii="Corbel" w:hAnsi="Corbel"/>
          <w:i/>
          <w:smallCaps/>
          <w:sz w:val="24"/>
          <w:szCs w:val="24"/>
        </w:rPr>
        <w:t>2019-2022</w:t>
      </w:r>
    </w:p>
    <w:p w14:paraId="5136EA45" w14:textId="7E17646A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</w:t>
      </w:r>
      <w:r w:rsidR="004A20E8">
        <w:rPr>
          <w:rFonts w:ascii="Corbel" w:hAnsi="Corbel"/>
          <w:sz w:val="20"/>
          <w:szCs w:val="20"/>
        </w:rPr>
        <w:t>1</w:t>
      </w:r>
      <w:r w:rsidR="00360197">
        <w:rPr>
          <w:rFonts w:ascii="Corbel" w:hAnsi="Corbel"/>
          <w:sz w:val="20"/>
          <w:szCs w:val="20"/>
        </w:rPr>
        <w:t>/202</w:t>
      </w:r>
      <w:r w:rsidR="004A20E8">
        <w:rPr>
          <w:rFonts w:ascii="Corbel" w:hAnsi="Corbel"/>
          <w:sz w:val="20"/>
          <w:szCs w:val="20"/>
        </w:rPr>
        <w:t>2</w:t>
      </w:r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E/I/GRiL/C-1.12.a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2690685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>Maria Sarama</w:t>
            </w:r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27742F0A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3E1DDD2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1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1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Wybrane zastosowania arkuszy kalkulacyjnych do wyznaczania decyzji optymalnych. Zasady budowy modeli dla problemów występujących najczęściej w praktyce. Możliwości wykorzystania dodatku Solver.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Metody wykorzystywane w zarządzaniu projektami – metoda CPM, CPM-Cost,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ndst,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db,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%-91%) db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66EA96FA" w:rsidR="0085747A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0167425D" w:rsidR="00C61DC5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Nowak M., Symulacja komputerowa w problemach decyzyjnych, AE,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Sarama M., Wyznaczanie decyzji optymalnych za pomocą dodatku Solver [W:] </w:t>
            </w:r>
            <w:r w:rsidRPr="31E81A91">
              <w:rPr>
                <w:rFonts w:ascii="Corbel" w:hAnsi="Corbel"/>
                <w:b w:val="0"/>
                <w:smallCaps w:val="0"/>
              </w:rPr>
              <w:t>Hales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Szymczak M. (red.), Decyzje logistyczne z Excelem, Difin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8D52A" w14:textId="77777777" w:rsidR="00113C3F" w:rsidRDefault="00113C3F" w:rsidP="00C16ABF">
      <w:pPr>
        <w:spacing w:after="0" w:line="240" w:lineRule="auto"/>
      </w:pPr>
      <w:r>
        <w:separator/>
      </w:r>
    </w:p>
  </w:endnote>
  <w:endnote w:type="continuationSeparator" w:id="0">
    <w:p w14:paraId="78F9539D" w14:textId="77777777" w:rsidR="00113C3F" w:rsidRDefault="00113C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E7860" w14:textId="77777777" w:rsidR="00113C3F" w:rsidRDefault="00113C3F" w:rsidP="00C16ABF">
      <w:pPr>
        <w:spacing w:after="0" w:line="240" w:lineRule="auto"/>
      </w:pPr>
      <w:r>
        <w:separator/>
      </w:r>
    </w:p>
  </w:footnote>
  <w:footnote w:type="continuationSeparator" w:id="0">
    <w:p w14:paraId="17D516E8" w14:textId="77777777" w:rsidR="00113C3F" w:rsidRDefault="00113C3F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13C3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20E8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73D4"/>
    <w:rsid w:val="00DE09C0"/>
    <w:rsid w:val="00DE4A14"/>
    <w:rsid w:val="00DE5AD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B90E7-D10F-4B19-B5CC-8DC6B3C96D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829</Words>
  <Characters>4980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2020-11-22T00:40:00Z</dcterms:created>
  <dcterms:modified xsi:type="dcterms:W3CDTF">2020-12-09T11:51:00Z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